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158C10B-1E61-42D6-800D-41842B4E5C67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